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F66F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36BEB09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Diepspoel staand baby/kleuter toilet gemaakt uit sanitair porselein met onzichtbare sifon en bevestiging.  </w:t>
      </w:r>
      <w:r>
        <w:rPr>
          <w:rStyle w:val="eop"/>
          <w:rFonts w:ascii="Arial" w:hAnsi="Arial" w:cs="Arial"/>
        </w:rPr>
        <w:t> </w:t>
      </w:r>
    </w:p>
    <w:p w14:paraId="4E247825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technologie van de wc zonder spoelrand garandeert een optimale waterbegeleiding dankzij een kunststof spoelwaterverdeler die het spoelwater via een subtiel lijnprofiel in de closetpot verspreidt. </w:t>
      </w:r>
      <w:r>
        <w:rPr>
          <w:rStyle w:val="eop"/>
          <w:rFonts w:ascii="Arial" w:hAnsi="Arial" w:cs="Arial"/>
        </w:rPr>
        <w:t> </w:t>
      </w:r>
    </w:p>
    <w:p w14:paraId="68220AA7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kunststof spoelverdeler wordt in de wc pot verborgen door een porseleinen afschermrand van 9cm</w:t>
      </w:r>
      <w:r>
        <w:rPr>
          <w:rStyle w:val="eop"/>
          <w:rFonts w:ascii="Arial" w:hAnsi="Arial" w:cs="Arial"/>
        </w:rPr>
        <w:t> </w:t>
      </w:r>
    </w:p>
    <w:p w14:paraId="7CFF9DB4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Door de toegepaste technologie is er geen spoelboord nodig.</w:t>
      </w:r>
      <w:r>
        <w:rPr>
          <w:rStyle w:val="eop"/>
          <w:rFonts w:ascii="Arial" w:hAnsi="Arial" w:cs="Arial"/>
        </w:rPr>
        <w:t> </w:t>
      </w:r>
    </w:p>
    <w:p w14:paraId="7551F7F3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 xml:space="preserve">Watertoevoer dient voorzien te worden </w:t>
      </w:r>
      <w:proofErr w:type="spellStart"/>
      <w:r>
        <w:rPr>
          <w:rStyle w:val="normaltextrun"/>
          <w:rFonts w:ascii="Arial" w:hAnsi="Arial" w:cs="Arial"/>
          <w:lang w:val="nl-NL"/>
        </w:rPr>
        <w:t>dmv</w:t>
      </w:r>
      <w:proofErr w:type="spellEnd"/>
      <w:r>
        <w:rPr>
          <w:rStyle w:val="normaltextrun"/>
          <w:rFonts w:ascii="Arial" w:hAnsi="Arial" w:cs="Arial"/>
          <w:lang w:val="nl-NL"/>
        </w:rPr>
        <w:t xml:space="preserve"> een inbouwelement aangepast aan specificaties van het toilet</w:t>
      </w:r>
      <w:r>
        <w:rPr>
          <w:rStyle w:val="eop"/>
          <w:rFonts w:ascii="Arial" w:hAnsi="Arial" w:cs="Arial"/>
        </w:rPr>
        <w:t> </w:t>
      </w:r>
    </w:p>
    <w:p w14:paraId="5AF9AB88" w14:textId="2934F959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nl-NL"/>
        </w:rPr>
      </w:pPr>
      <w:r>
        <w:rPr>
          <w:rStyle w:val="normaltextrun"/>
          <w:rFonts w:ascii="Arial" w:hAnsi="Arial" w:cs="Arial"/>
          <w:lang w:val="nl-NL"/>
        </w:rPr>
        <w:t xml:space="preserve">Het design van de wc is bolvormig vooraan en versmalt niet naar achter toe.  </w:t>
      </w:r>
    </w:p>
    <w:p w14:paraId="704E95F5" w14:textId="69810BFC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nl-NL"/>
        </w:rPr>
      </w:pPr>
      <w:r>
        <w:rPr>
          <w:rStyle w:val="normaltextrun"/>
          <w:rFonts w:ascii="Arial" w:hAnsi="Arial" w:cs="Arial"/>
          <w:lang w:val="nl-NL"/>
        </w:rPr>
        <w:t>Achteraan is</w:t>
      </w:r>
      <w:r w:rsidR="009D1D6C">
        <w:rPr>
          <w:rStyle w:val="normaltextrun"/>
          <w:rFonts w:ascii="Arial" w:hAnsi="Arial" w:cs="Arial"/>
          <w:lang w:val="nl-NL"/>
        </w:rPr>
        <w:t xml:space="preserve"> een opstaande rand van  6.5cm</w:t>
      </w:r>
    </w:p>
    <w:p w14:paraId="64A22554" w14:textId="76716EDC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Er zijn gaten voorzien voor een toiletzitting</w:t>
      </w:r>
      <w:r>
        <w:rPr>
          <w:rStyle w:val="eop"/>
          <w:rFonts w:ascii="Arial" w:hAnsi="Arial" w:cs="Arial"/>
        </w:rPr>
        <w:t> </w:t>
      </w:r>
    </w:p>
    <w:p w14:paraId="3B7EF1B1" w14:textId="000DE52C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  <w:lang w:val="nl-NL"/>
        </w:rPr>
        <w:t>De voet van het toilet loopt licht naar binnen toe.</w:t>
      </w:r>
      <w:r>
        <w:rPr>
          <w:rStyle w:val="eop"/>
          <w:rFonts w:ascii="Arial" w:hAnsi="Arial" w:cs="Arial"/>
        </w:rPr>
        <w:t> </w:t>
      </w:r>
    </w:p>
    <w:p w14:paraId="0F4E48AB" w14:textId="77777777" w:rsidR="00FD3262" w:rsidRDefault="00FD3262" w:rsidP="00FD3262">
      <w:r>
        <w:t xml:space="preserve">De hang wc is voorzien van een extra glazuurlaag. </w:t>
      </w:r>
    </w:p>
    <w:p w14:paraId="49467767" w14:textId="77777777" w:rsidR="00FD3262" w:rsidRDefault="00FD3262" w:rsidP="00FD3262">
      <w:r>
        <w:t xml:space="preserve">De bijkomende, unieke en onderhoudsvriendelijke glazuurlaag wordt tijdens het productieproces aan 1200°C gebakken en sluit zo de microporiën af. </w:t>
      </w:r>
    </w:p>
    <w:p w14:paraId="2F5F757F" w14:textId="77777777" w:rsidR="00FD3262" w:rsidRDefault="00FD3262" w:rsidP="00FD3262">
      <w:r>
        <w:t xml:space="preserve">Max oneffenheden 0.01 micron.  </w:t>
      </w:r>
    </w:p>
    <w:p w14:paraId="7C2B631F" w14:textId="77777777" w:rsidR="00FD3262" w:rsidRDefault="00FD3262" w:rsidP="00FD3262">
      <w:r>
        <w:t>Hierdoor wordt er een gladder oppervlak gevormd waardoor er minder bacteriën en vuildeeltjes op het oppervlak blijven kleven</w:t>
      </w:r>
    </w:p>
    <w:p w14:paraId="100AD58A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  <w:lang w:val="nl-NL"/>
        </w:rPr>
        <w:t>De binnenzijde is volledig geglazuurd zonder inkepingen, teneinde het onderhoud te vergemakkelijken. </w:t>
      </w:r>
      <w:r>
        <w:rPr>
          <w:rStyle w:val="eop"/>
          <w:rFonts w:ascii="Arial" w:hAnsi="Arial" w:cs="Arial"/>
          <w:color w:val="000000"/>
        </w:rPr>
        <w:t> </w:t>
      </w:r>
    </w:p>
    <w:p w14:paraId="0AAED87E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0B40694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Het logo van de fabrikant is op subtiele wijze en in een lichte kleur aangebracht op het porselein</w:t>
      </w:r>
      <w:r>
        <w:rPr>
          <w:rStyle w:val="eop"/>
          <w:rFonts w:ascii="Arial" w:hAnsi="Arial" w:cs="Arial"/>
        </w:rPr>
        <w:t> </w:t>
      </w:r>
    </w:p>
    <w:p w14:paraId="791C60BE" w14:textId="77777777" w:rsidR="00E46E72" w:rsidRPr="00C500BC" w:rsidRDefault="00E46E72" w:rsidP="001332A1">
      <w:pPr>
        <w:rPr>
          <w:lang w:val="nl-BE"/>
        </w:rPr>
      </w:pPr>
    </w:p>
    <w:p w14:paraId="50B84A2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90211E3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F750921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77EC24C1" w14:textId="77777777" w:rsidR="002F1A08" w:rsidRPr="002F1A08" w:rsidRDefault="002F1A08" w:rsidP="002F1A08">
      <w:pPr>
        <w:ind w:left="567"/>
        <w:rPr>
          <w:u w:val="single"/>
        </w:rPr>
      </w:pPr>
    </w:p>
    <w:p w14:paraId="394B045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DF32E31" w14:textId="13ABE2EF" w:rsidR="00106C8C" w:rsidRDefault="002B4177" w:rsidP="002F1A08">
      <w:r>
        <w:t xml:space="preserve">Klasse 1 spoelvolume </w:t>
      </w:r>
      <w:r w:rsidR="00854768">
        <w:t>4-5</w:t>
      </w:r>
      <w:r>
        <w:t>L volgens norm EN997</w:t>
      </w:r>
      <w:r w:rsidR="00854768">
        <w:t xml:space="preserve"> CL1A</w:t>
      </w:r>
    </w:p>
    <w:p w14:paraId="453FCF70" w14:textId="77777777" w:rsidR="002B4177" w:rsidRDefault="002B4177" w:rsidP="002F1A08">
      <w:r>
        <w:t>Binnenzijde van de sifon is geëmailleerd</w:t>
      </w:r>
    </w:p>
    <w:p w14:paraId="3C05DA06" w14:textId="77777777" w:rsidR="004B3667" w:rsidRDefault="004B3667" w:rsidP="002F1A08">
      <w:r>
        <w:t>Binnenzijde spoelrand geëmailleerd</w:t>
      </w:r>
    </w:p>
    <w:p w14:paraId="4789E5F5" w14:textId="558FFAB6" w:rsidR="00805D65" w:rsidRDefault="00805D65" w:rsidP="00805D65">
      <w:r>
        <w:t>Diepte:</w:t>
      </w:r>
      <w:r>
        <w:tab/>
      </w:r>
      <w:r w:rsidR="009D1D6C">
        <w:t>53</w:t>
      </w:r>
      <w:r>
        <w:t>cm</w:t>
      </w:r>
    </w:p>
    <w:p w14:paraId="1047B050" w14:textId="71462445" w:rsidR="00805D65" w:rsidRDefault="00805D65" w:rsidP="00805D65">
      <w:r>
        <w:t>Breedte:</w:t>
      </w:r>
      <w:r>
        <w:tab/>
      </w:r>
      <w:r w:rsidR="00C438AD">
        <w:t>33</w:t>
      </w:r>
      <w:r w:rsidR="009D1D6C">
        <w:t>,5</w:t>
      </w:r>
      <w:r>
        <w:t>cm</w:t>
      </w:r>
    </w:p>
    <w:p w14:paraId="2943AB68" w14:textId="158D2120" w:rsidR="00805D65" w:rsidRDefault="00805D65" w:rsidP="00805D65">
      <w:r>
        <w:t>Hoogte:</w:t>
      </w:r>
      <w:r>
        <w:tab/>
        <w:t>3</w:t>
      </w:r>
      <w:r w:rsidR="009D1D6C">
        <w:t>6.5</w:t>
      </w:r>
      <w:r>
        <w:t>cm</w:t>
      </w:r>
    </w:p>
    <w:p w14:paraId="24136D0E" w14:textId="77777777" w:rsidR="00106C8C" w:rsidRDefault="00805D65" w:rsidP="002B77D5">
      <w:r>
        <w:t xml:space="preserve">Kleur: </w:t>
      </w:r>
      <w:r>
        <w:tab/>
      </w:r>
      <w:r>
        <w:tab/>
        <w:t>Wit</w:t>
      </w:r>
    </w:p>
    <w:p w14:paraId="7D91A1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16DCE84" w14:textId="22EA735C" w:rsidR="00E14565" w:rsidRDefault="00E14565" w:rsidP="00E14565">
      <w:pPr>
        <w:pStyle w:val="Kop1"/>
        <w:rPr>
          <w:b/>
          <w:bCs/>
        </w:rPr>
      </w:pPr>
      <w:r>
        <w:rPr>
          <w:b/>
          <w:bCs/>
        </w:rPr>
        <w:lastRenderedPageBreak/>
        <w:t>Plaatsing</w:t>
      </w:r>
    </w:p>
    <w:p w14:paraId="17584A32" w14:textId="6A0669F5" w:rsidR="00DE6D12" w:rsidRPr="00DE6D12" w:rsidRDefault="00DE6D12" w:rsidP="00DE6D12">
      <w:r>
        <w:t>Volgens de richtlijnen van de fabrikant</w:t>
      </w:r>
    </w:p>
    <w:p w14:paraId="7ACDBFDD" w14:textId="2B770E56" w:rsidR="00E14565" w:rsidRPr="00E14565" w:rsidRDefault="00502659" w:rsidP="00E14565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EC21783" w14:textId="4CAE169E" w:rsidR="00C454A1" w:rsidRPr="00C454A1" w:rsidRDefault="00C454A1" w:rsidP="00C454A1"/>
    <w:p w14:paraId="570CF00E" w14:textId="77777777" w:rsidR="00586B18" w:rsidRPr="00586B18" w:rsidRDefault="00586B18" w:rsidP="00586B18"/>
    <w:p w14:paraId="26621F68" w14:textId="04D19CA9" w:rsidR="00CE5E0E" w:rsidRPr="00FF20C8" w:rsidRDefault="00742B9E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73B99C" wp14:editId="45DD6D81">
            <wp:extent cx="4788807" cy="44291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2021" cy="443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B95DA" w14:textId="7F9E0412" w:rsidR="008A5169" w:rsidRDefault="008A5169" w:rsidP="008A5169">
      <w:pPr>
        <w:pStyle w:val="Bulleted2"/>
        <w:numPr>
          <w:ilvl w:val="0"/>
          <w:numId w:val="0"/>
        </w:numPr>
      </w:pPr>
    </w:p>
    <w:p w14:paraId="6C0F1A3A" w14:textId="7891FB51" w:rsidR="00742B9E" w:rsidRPr="00742B9E" w:rsidRDefault="00742B9E" w:rsidP="00742B9E"/>
    <w:p w14:paraId="13634D16" w14:textId="639105CE" w:rsidR="00742B9E" w:rsidRPr="00742B9E" w:rsidRDefault="00742B9E" w:rsidP="00742B9E"/>
    <w:p w14:paraId="4D988E3F" w14:textId="7095DBA1" w:rsidR="00742B9E" w:rsidRPr="00742B9E" w:rsidRDefault="00742B9E" w:rsidP="00742B9E"/>
    <w:p w14:paraId="40179A09" w14:textId="647D307F" w:rsidR="00742B9E" w:rsidRPr="00742B9E" w:rsidRDefault="00742B9E" w:rsidP="00742B9E"/>
    <w:p w14:paraId="31BA6130" w14:textId="562F3B3D" w:rsidR="00742B9E" w:rsidRPr="00742B9E" w:rsidRDefault="00742B9E" w:rsidP="00742B9E"/>
    <w:p w14:paraId="6D0073F7" w14:textId="456DBEA5" w:rsidR="00742B9E" w:rsidRPr="00742B9E" w:rsidRDefault="00742B9E" w:rsidP="00742B9E"/>
    <w:p w14:paraId="1E3799C8" w14:textId="56135F54" w:rsidR="00742B9E" w:rsidRPr="00742B9E" w:rsidRDefault="00742B9E" w:rsidP="00742B9E"/>
    <w:p w14:paraId="403CF2E8" w14:textId="7D3F7C81" w:rsidR="00742B9E" w:rsidRPr="00742B9E" w:rsidRDefault="00742B9E" w:rsidP="00742B9E"/>
    <w:p w14:paraId="079852FC" w14:textId="79B4333C" w:rsidR="00742B9E" w:rsidRPr="00742B9E" w:rsidRDefault="00742B9E" w:rsidP="00742B9E"/>
    <w:p w14:paraId="111E6CA7" w14:textId="573AECDA" w:rsidR="00742B9E" w:rsidRDefault="00742B9E" w:rsidP="00742B9E"/>
    <w:p w14:paraId="0A9D4B27" w14:textId="4F58D67B" w:rsidR="00742B9E" w:rsidRDefault="00742B9E" w:rsidP="00742B9E"/>
    <w:p w14:paraId="1E29192F" w14:textId="29B7D427" w:rsidR="00742B9E" w:rsidRPr="00742B9E" w:rsidRDefault="00742B9E" w:rsidP="00742B9E">
      <w:pPr>
        <w:tabs>
          <w:tab w:val="left" w:pos="5385"/>
        </w:tabs>
      </w:pPr>
      <w:r>
        <w:tab/>
      </w:r>
    </w:p>
    <w:sectPr w:rsidR="00742B9E" w:rsidRPr="00742B9E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DB9B8" w14:textId="77777777" w:rsidR="00BB496C" w:rsidRDefault="00BB496C">
      <w:r>
        <w:separator/>
      </w:r>
    </w:p>
  </w:endnote>
  <w:endnote w:type="continuationSeparator" w:id="0">
    <w:p w14:paraId="345992CD" w14:textId="77777777" w:rsidR="00BB496C" w:rsidRDefault="00BB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8E6143C" w14:textId="77777777">
      <w:tc>
        <w:tcPr>
          <w:tcW w:w="3392" w:type="dxa"/>
        </w:tcPr>
        <w:p w14:paraId="37553DC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2EF8B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1078781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DA340B9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F1701" w14:textId="77777777" w:rsidR="00BB496C" w:rsidRDefault="00BB496C">
      <w:r>
        <w:separator/>
      </w:r>
    </w:p>
  </w:footnote>
  <w:footnote w:type="continuationSeparator" w:id="0">
    <w:p w14:paraId="79715EF1" w14:textId="77777777" w:rsidR="00BB496C" w:rsidRDefault="00BB4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F8932" w14:textId="79D65DDB" w:rsidR="006C51DB" w:rsidRDefault="006C51D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FDB91EC" wp14:editId="1579CBD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ABA22" w14:textId="21AB88DC" w:rsidR="00025544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6C51DB"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 staande kinder-wc</w:t>
    </w:r>
    <w:r w:rsidR="006C51DB">
      <w:rPr>
        <w:rFonts w:ascii="Arial" w:hAnsi="Arial" w:cs="Arial"/>
        <w:b/>
        <w:szCs w:val="24"/>
        <w:lang w:val="nl-BE"/>
      </w:rPr>
      <w:t>, diepspoel</w:t>
    </w:r>
    <w:r w:rsidR="00C438AD">
      <w:rPr>
        <w:rFonts w:ascii="Arial" w:hAnsi="Arial" w:cs="Arial"/>
        <w:b/>
        <w:szCs w:val="24"/>
        <w:lang w:val="nl-BE"/>
      </w:rPr>
      <w:t>,</w:t>
    </w:r>
    <w:r w:rsidR="006C51DB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6C51DB">
      <w:rPr>
        <w:rFonts w:ascii="Arial" w:hAnsi="Arial" w:cs="Arial"/>
        <w:b/>
        <w:szCs w:val="24"/>
        <w:lang w:val="nl-BE"/>
      </w:rPr>
      <w:t>Rimfree</w:t>
    </w:r>
    <w:proofErr w:type="spellEnd"/>
    <w:r w:rsidR="006C51DB">
      <w:rPr>
        <w:rFonts w:ascii="Arial" w:hAnsi="Arial" w:cs="Arial"/>
        <w:b/>
        <w:szCs w:val="24"/>
        <w:lang w:val="nl-BE"/>
      </w:rPr>
      <w:t>,</w:t>
    </w:r>
    <w:r w:rsidR="00C438AD">
      <w:rPr>
        <w:rFonts w:ascii="Arial" w:hAnsi="Arial" w:cs="Arial"/>
        <w:b/>
        <w:szCs w:val="24"/>
        <w:lang w:val="nl-BE"/>
      </w:rPr>
      <w:t xml:space="preserve"> voor wc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F043693"/>
    <w:multiLevelType w:val="hybridMultilevel"/>
    <w:tmpl w:val="E1A07CB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6587464">
    <w:abstractNumId w:val="19"/>
  </w:num>
  <w:num w:numId="2" w16cid:durableId="1613320517">
    <w:abstractNumId w:val="25"/>
  </w:num>
  <w:num w:numId="3" w16cid:durableId="120539226">
    <w:abstractNumId w:val="4"/>
  </w:num>
  <w:num w:numId="4" w16cid:durableId="566037810">
    <w:abstractNumId w:val="3"/>
  </w:num>
  <w:num w:numId="5" w16cid:durableId="626011109">
    <w:abstractNumId w:val="14"/>
  </w:num>
  <w:num w:numId="6" w16cid:durableId="1812821552">
    <w:abstractNumId w:val="17"/>
  </w:num>
  <w:num w:numId="7" w16cid:durableId="1100905854">
    <w:abstractNumId w:val="6"/>
  </w:num>
  <w:num w:numId="8" w16cid:durableId="1004017495">
    <w:abstractNumId w:val="22"/>
  </w:num>
  <w:num w:numId="9" w16cid:durableId="302080415">
    <w:abstractNumId w:val="28"/>
  </w:num>
  <w:num w:numId="10" w16cid:durableId="2139491409">
    <w:abstractNumId w:val="2"/>
  </w:num>
  <w:num w:numId="11" w16cid:durableId="1890727013">
    <w:abstractNumId w:val="13"/>
  </w:num>
  <w:num w:numId="12" w16cid:durableId="900402401">
    <w:abstractNumId w:val="12"/>
  </w:num>
  <w:num w:numId="13" w16cid:durableId="1128284697">
    <w:abstractNumId w:val="27"/>
  </w:num>
  <w:num w:numId="14" w16cid:durableId="2052919688">
    <w:abstractNumId w:val="8"/>
  </w:num>
  <w:num w:numId="15" w16cid:durableId="1534264443">
    <w:abstractNumId w:val="0"/>
  </w:num>
  <w:num w:numId="16" w16cid:durableId="1480221904">
    <w:abstractNumId w:val="11"/>
  </w:num>
  <w:num w:numId="17" w16cid:durableId="1756365419">
    <w:abstractNumId w:val="5"/>
  </w:num>
  <w:num w:numId="18" w16cid:durableId="53818249">
    <w:abstractNumId w:val="23"/>
  </w:num>
  <w:num w:numId="19" w16cid:durableId="865366486">
    <w:abstractNumId w:val="24"/>
  </w:num>
  <w:num w:numId="20" w16cid:durableId="482041675">
    <w:abstractNumId w:val="21"/>
  </w:num>
  <w:num w:numId="21" w16cid:durableId="2039507130">
    <w:abstractNumId w:val="20"/>
  </w:num>
  <w:num w:numId="22" w16cid:durableId="152264026">
    <w:abstractNumId w:val="16"/>
  </w:num>
  <w:num w:numId="23" w16cid:durableId="2105422120">
    <w:abstractNumId w:val="26"/>
  </w:num>
  <w:num w:numId="24" w16cid:durableId="1345403167">
    <w:abstractNumId w:val="9"/>
  </w:num>
  <w:num w:numId="25" w16cid:durableId="566766672">
    <w:abstractNumId w:val="10"/>
  </w:num>
  <w:num w:numId="26" w16cid:durableId="2047901459">
    <w:abstractNumId w:val="1"/>
  </w:num>
  <w:num w:numId="27" w16cid:durableId="1562515623">
    <w:abstractNumId w:val="18"/>
  </w:num>
  <w:num w:numId="28" w16cid:durableId="478425398">
    <w:abstractNumId w:val="7"/>
  </w:num>
  <w:num w:numId="29" w16cid:durableId="161536304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357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0F4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1DB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B9E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54768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1D6C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96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00BC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6D12"/>
    <w:rsid w:val="00DF55D5"/>
    <w:rsid w:val="00DF60BB"/>
    <w:rsid w:val="00DF6CEF"/>
    <w:rsid w:val="00E14565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3262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6ACC31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14565"/>
    <w:pPr>
      <w:ind w:left="720"/>
      <w:contextualSpacing/>
    </w:pPr>
  </w:style>
  <w:style w:type="paragraph" w:customStyle="1" w:styleId="paragraph">
    <w:name w:val="paragraph"/>
    <w:basedOn w:val="Standaard"/>
    <w:rsid w:val="00C500B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C500BC"/>
  </w:style>
  <w:style w:type="character" w:customStyle="1" w:styleId="eop">
    <w:name w:val="eop"/>
    <w:basedOn w:val="Standaardalinea-lettertype"/>
    <w:rsid w:val="00C50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2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45B1A6-0800-442C-9EC7-91AFC625C2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9408A4-BDDB-4C35-91BA-D04D94107CBE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17d37a4d-1901-487a-8e58-d338e641c525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2FB538-CC7B-4ACE-9627-B60CDEFE43B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233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2023-12-06T15:00:00Z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436500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